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587927E5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1E2358">
        <w:rPr>
          <w:rFonts w:ascii="Corbel" w:hAnsi="Corbel"/>
          <w:i/>
          <w:smallCaps/>
          <w:sz w:val="24"/>
          <w:szCs w:val="24"/>
        </w:rPr>
        <w:t>2022-2025</w:t>
      </w:r>
    </w:p>
    <w:p w14:paraId="3A84D7DD" w14:textId="43C325E4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7806B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806B0">
        <w:rPr>
          <w:rFonts w:ascii="Corbel" w:hAnsi="Corbel"/>
          <w:sz w:val="20"/>
          <w:szCs w:val="20"/>
        </w:rPr>
        <w:t>4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23D991BE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8b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402F63D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CA055B9" w:rsidR="00CE7357" w:rsidRPr="009C54AE" w:rsidRDefault="001E5510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330574D" w:rsidR="00CE7357" w:rsidRPr="009C54AE" w:rsidRDefault="001E5510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237D23FB" w:rsidR="00CE7357" w:rsidRPr="001E3B48" w:rsidRDefault="001E5510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związków </w:t>
            </w:r>
            <w:proofErr w:type="spellStart"/>
            <w:r w:rsidRPr="00ED152A">
              <w:rPr>
                <w:rFonts w:ascii="Corbel" w:eastAsia="Corbel" w:hAnsi="Corbel" w:cs="Corbel"/>
                <w:b w:val="0"/>
                <w:sz w:val="24"/>
              </w:rPr>
              <w:t>przyczynowo-skutkowych</w:t>
            </w:r>
            <w:proofErr w:type="spellEnd"/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</w:t>
            </w:r>
            <w:proofErr w:type="gramStart"/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dla  finansów</w:t>
            </w:r>
            <w:proofErr w:type="gramEnd"/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</w:t>
            </w:r>
            <w:proofErr w:type="gramStart"/>
            <w:r w:rsidRPr="00752893">
              <w:rPr>
                <w:rFonts w:ascii="Corbel" w:hAnsi="Corbel"/>
                <w:sz w:val="24"/>
                <w:szCs w:val="24"/>
              </w:rPr>
              <w:t>kapitałowego ,walutowego</w:t>
            </w:r>
            <w:proofErr w:type="gramEnd"/>
            <w:r w:rsidRPr="0075289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Forex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 xml:space="preserve">Możliwość wykorzystanie platformy MS </w:t>
      </w:r>
      <w:proofErr w:type="spellStart"/>
      <w:r>
        <w:rPr>
          <w:rFonts w:ascii="Corbel" w:hAnsi="Corbel"/>
          <w:color w:val="000000"/>
          <w:sz w:val="24"/>
          <w:szCs w:val="24"/>
        </w:rPr>
        <w:t>Teams</w:t>
      </w:r>
      <w:proofErr w:type="spellEnd"/>
      <w:r>
        <w:rPr>
          <w:rFonts w:ascii="Corbel" w:hAnsi="Corbel"/>
          <w:color w:val="000000"/>
          <w:sz w:val="24"/>
          <w:szCs w:val="24"/>
        </w:rPr>
        <w:t>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03EA828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9E1DDDF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5C7FB92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4C99BC5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5D211D21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50% +0,5 </w:t>
            </w:r>
            <w:proofErr w:type="gramStart"/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pkt  do</w:t>
            </w:r>
            <w:proofErr w:type="gramEnd"/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479ED491" w:rsidR="0085747A" w:rsidRPr="009C54AE" w:rsidRDefault="0085747A" w:rsidP="00EC4470">
            <w:pPr>
              <w:pStyle w:val="Akapitzlist"/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55312BC0" w:rsidR="00C61DC5" w:rsidRPr="009C54AE" w:rsidRDefault="007806B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13F0BEA" w:rsidR="00425740" w:rsidRPr="009C54AE" w:rsidRDefault="00F74F71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288B6B3B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447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4245989C" w:rsidR="0085747A" w:rsidRPr="009C54AE" w:rsidRDefault="00EC447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</w:t>
            </w:r>
            <w:proofErr w:type="spellEnd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Finanse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międzynarodowe ,PWE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E097" w14:textId="77777777" w:rsidR="00D93769" w:rsidRDefault="00D93769" w:rsidP="00C16ABF">
      <w:pPr>
        <w:spacing w:after="0" w:line="240" w:lineRule="auto"/>
      </w:pPr>
      <w:r>
        <w:separator/>
      </w:r>
    </w:p>
  </w:endnote>
  <w:endnote w:type="continuationSeparator" w:id="0">
    <w:p w14:paraId="3E078F0F" w14:textId="77777777" w:rsidR="00D93769" w:rsidRDefault="00D937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62E21" w14:textId="77777777" w:rsidR="00D93769" w:rsidRDefault="00D93769" w:rsidP="00C16ABF">
      <w:pPr>
        <w:spacing w:after="0" w:line="240" w:lineRule="auto"/>
      </w:pPr>
      <w:r>
        <w:separator/>
      </w:r>
    </w:p>
  </w:footnote>
  <w:footnote w:type="continuationSeparator" w:id="0">
    <w:p w14:paraId="7F34EB14" w14:textId="77777777" w:rsidR="00D93769" w:rsidRDefault="00D93769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A10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358"/>
    <w:rsid w:val="001E5510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00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06B0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0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E4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CA1"/>
    <w:rsid w:val="00C26CB7"/>
    <w:rsid w:val="00C2700A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36F0E"/>
    <w:rsid w:val="00D425B2"/>
    <w:rsid w:val="00D428D6"/>
    <w:rsid w:val="00D552B2"/>
    <w:rsid w:val="00D608D1"/>
    <w:rsid w:val="00D74119"/>
    <w:rsid w:val="00D8075B"/>
    <w:rsid w:val="00D8678B"/>
    <w:rsid w:val="00D93769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1942"/>
    <w:rsid w:val="00E742AA"/>
    <w:rsid w:val="00E77E88"/>
    <w:rsid w:val="00E80C13"/>
    <w:rsid w:val="00E8107D"/>
    <w:rsid w:val="00E960BB"/>
    <w:rsid w:val="00EA2074"/>
    <w:rsid w:val="00EA4832"/>
    <w:rsid w:val="00EA4E9D"/>
    <w:rsid w:val="00EC447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F71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0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0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0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0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CEA64-6829-43B9-B126-E3B31347A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C6860D-A203-4488-9208-21160717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</TotalTime>
  <Pages>1</Pages>
  <Words>1241</Words>
  <Characters>7450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2020-10-23T12:39:00Z</dcterms:created>
  <dcterms:modified xsi:type="dcterms:W3CDTF">2022-09-20T17:41:00Z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